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771EA5B" w:rsidR="00F1480E" w:rsidRPr="005404CB" w:rsidRDefault="00F1480E" w:rsidP="00EC71E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5D0EB65" w:rsidR="00F1480E" w:rsidRPr="005404CB" w:rsidRDefault="00A16551" w:rsidP="00EC71E0">
            <w:pPr>
              <w:pStyle w:val="SIText"/>
            </w:pPr>
            <w:r w:rsidRPr="009F3703">
              <w:t xml:space="preserve">This version released with </w:t>
            </w:r>
            <w:r w:rsidRPr="00A16551">
              <w:t>AMP Australian Meat Processing Training Package release 9.0</w:t>
            </w:r>
            <w:r w:rsidR="00F44C07" w:rsidRPr="00F44C07">
              <w:t>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</w:tcPr>
          <w:p w14:paraId="4E5419B2" w14:textId="1B5FC90C" w:rsidR="00F1480E" w:rsidRPr="002F6E54" w:rsidRDefault="00860033" w:rsidP="00AC7932">
            <w:pPr>
              <w:pStyle w:val="SIUNITCODE"/>
              <w:rPr>
                <w:rStyle w:val="SITemporaryText-green"/>
                <w:color w:val="auto"/>
              </w:rPr>
            </w:pPr>
            <w:r w:rsidRPr="002F6E54">
              <w:rPr>
                <w:rStyle w:val="SITemporaryText-green"/>
                <w:color w:val="auto"/>
              </w:rPr>
              <w:t>AMP</w:t>
            </w:r>
            <w:r w:rsidR="00DA1341" w:rsidRPr="002F6E54">
              <w:rPr>
                <w:rStyle w:val="SITemporaryText-green"/>
                <w:color w:val="auto"/>
              </w:rPr>
              <w:t>QUA2</w:t>
            </w:r>
            <w:r w:rsidR="00AC7932" w:rsidRPr="00AC7932">
              <w:rPr>
                <w:rStyle w:val="SITemporaryText-green"/>
                <w:color w:val="auto"/>
              </w:rPr>
              <w:t>0</w:t>
            </w:r>
            <w:r w:rsidR="00DA1341" w:rsidRPr="002F6E54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</w:tcPr>
          <w:p w14:paraId="0B6AAD6B" w14:textId="45E17DD9" w:rsidR="00F1480E" w:rsidRPr="005404CB" w:rsidRDefault="00860033" w:rsidP="005404CB">
            <w:pPr>
              <w:pStyle w:val="SIUnittitle"/>
            </w:pPr>
            <w:r w:rsidRPr="00860033">
              <w:t xml:space="preserve">Monitor meat temperature </w:t>
            </w:r>
          </w:p>
        </w:tc>
      </w:tr>
      <w:tr w:rsidR="00F1480E" w:rsidRPr="00963A46" w14:paraId="3D75C78B" w14:textId="77777777" w:rsidTr="00CA2922">
        <w:tc>
          <w:tcPr>
            <w:tcW w:w="1396" w:type="pct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</w:tcPr>
          <w:p w14:paraId="5AB27164" w14:textId="38EF30AD" w:rsidR="0075755E" w:rsidRDefault="0075755E" w:rsidP="0075755E">
            <w:pPr>
              <w:pStyle w:val="SIText"/>
            </w:pPr>
            <w:r w:rsidRPr="0075755E">
              <w:t xml:space="preserve">This unit describes the skills and knowledge required to monitor temperatures of </w:t>
            </w:r>
            <w:r w:rsidR="00F259D0">
              <w:t xml:space="preserve">meat </w:t>
            </w:r>
            <w:r w:rsidR="00B960FF">
              <w:t xml:space="preserve">or </w:t>
            </w:r>
            <w:r w:rsidRPr="0075755E">
              <w:t xml:space="preserve">meat products from the receival area </w:t>
            </w:r>
            <w:r w:rsidR="00866AC4">
              <w:t xml:space="preserve">where meat is stored </w:t>
            </w:r>
            <w:r w:rsidR="00F35F78">
              <w:t xml:space="preserve">for further processing </w:t>
            </w:r>
            <w:r w:rsidR="00866AC4">
              <w:t>or displayed for sale.</w:t>
            </w:r>
          </w:p>
          <w:p w14:paraId="5F8011EA" w14:textId="77777777" w:rsidR="00951C80" w:rsidRPr="0075755E" w:rsidRDefault="00951C80" w:rsidP="0075755E">
            <w:pPr>
              <w:pStyle w:val="SIText"/>
            </w:pPr>
          </w:p>
          <w:p w14:paraId="0AB4F18F" w14:textId="473C70BB" w:rsidR="0075755E" w:rsidRDefault="00B404D2" w:rsidP="0075755E">
            <w:pPr>
              <w:pStyle w:val="SIText"/>
            </w:pPr>
            <w:r w:rsidRPr="0075755E">
              <w:t xml:space="preserve">This unit applies to individuals </w:t>
            </w:r>
            <w:r w:rsidR="00C0000A">
              <w:t>who work under general supervision</w:t>
            </w:r>
            <w:r w:rsidR="0075755E" w:rsidRPr="0075755E">
              <w:t xml:space="preserve"> in meat </w:t>
            </w:r>
            <w:r w:rsidR="00866AC4">
              <w:t>processing or meat retail</w:t>
            </w:r>
            <w:r w:rsidR="0095604B">
              <w:t>ing</w:t>
            </w:r>
            <w:r w:rsidR="00866AC4">
              <w:t xml:space="preserve"> premises</w:t>
            </w:r>
            <w:r w:rsidR="00C0000A">
              <w:t>.</w:t>
            </w:r>
          </w:p>
          <w:p w14:paraId="7E052712" w14:textId="77777777" w:rsidR="00B404D2" w:rsidRDefault="00B404D2" w:rsidP="0075755E">
            <w:pPr>
              <w:pStyle w:val="SIText"/>
            </w:pPr>
          </w:p>
          <w:p w14:paraId="28AD4FFA" w14:textId="77777777" w:rsidR="00B404D2" w:rsidRPr="00B404D2" w:rsidRDefault="00B404D2" w:rsidP="00B404D2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B404D2">
              <w:t>, food and meat safety regulations, legislation and standards that apply to the workplace.</w:t>
            </w:r>
          </w:p>
          <w:p w14:paraId="1BE1E4F1" w14:textId="77777777" w:rsidR="00B404D2" w:rsidRDefault="00B404D2" w:rsidP="00B404D2">
            <w:pPr>
              <w:pStyle w:val="SIText"/>
            </w:pPr>
          </w:p>
          <w:p w14:paraId="077C0FC6" w14:textId="653FFD1A" w:rsidR="00373436" w:rsidRPr="000754EC" w:rsidRDefault="00B404D2" w:rsidP="0075755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</w:tcPr>
          <w:p w14:paraId="21638E63" w14:textId="0783AA0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2B839DA" w14:textId="3AAFC50E" w:rsidR="00F1480E" w:rsidRPr="002F6E54" w:rsidRDefault="00DA1341" w:rsidP="009A14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F6E54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404D2" w:rsidRPr="00963A46" w14:paraId="3DF00C74" w14:textId="77777777" w:rsidTr="00CA2922">
        <w:trPr>
          <w:cantSplit/>
        </w:trPr>
        <w:tc>
          <w:tcPr>
            <w:tcW w:w="1396" w:type="pct"/>
          </w:tcPr>
          <w:p w14:paraId="6DCEA19C" w14:textId="5856CE14" w:rsidR="00B404D2" w:rsidRPr="005F2511" w:rsidRDefault="00B404D2" w:rsidP="005F2511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</w:tcPr>
          <w:p w14:paraId="75D633C5" w14:textId="77777777" w:rsidR="00B404D2" w:rsidRPr="00B404D2" w:rsidRDefault="00B404D2" w:rsidP="00B404D2">
            <w:pPr>
              <w:pStyle w:val="SIText"/>
            </w:pPr>
            <w:r w:rsidRPr="00D6607A">
              <w:t xml:space="preserve">1.1 </w:t>
            </w:r>
            <w:r w:rsidRPr="00B404D2">
              <w:t>Receive work instructions and clarify where required</w:t>
            </w:r>
          </w:p>
          <w:p w14:paraId="358CF2C5" w14:textId="6A7EB451" w:rsidR="00B404D2" w:rsidRDefault="00B404D2" w:rsidP="00B404D2">
            <w:pPr>
              <w:pStyle w:val="SIText"/>
            </w:pPr>
            <w:r w:rsidRPr="00D6607A">
              <w:t>1.2 Identify health</w:t>
            </w:r>
            <w:r w:rsidRPr="00B404D2">
              <w:t xml:space="preserve">, safety and food safety hazards and </w:t>
            </w:r>
            <w:r>
              <w:t xml:space="preserve">report </w:t>
            </w:r>
            <w:r w:rsidRPr="00B404D2">
              <w:t>risks</w:t>
            </w:r>
            <w:r w:rsidR="00C0000A">
              <w:t xml:space="preserve"> to supervisor</w:t>
            </w:r>
          </w:p>
          <w:p w14:paraId="3F93147A" w14:textId="6FE02007" w:rsidR="00B404D2" w:rsidRPr="00B404D2" w:rsidRDefault="00B404D2" w:rsidP="00B404D2">
            <w:pPr>
              <w:pStyle w:val="SIText"/>
            </w:pPr>
            <w:r>
              <w:t xml:space="preserve">1.3 Identify hygiene and </w:t>
            </w:r>
            <w:r w:rsidR="0028287D">
              <w:t>sanitation</w:t>
            </w:r>
            <w:r>
              <w:t xml:space="preserve"> requirements for task</w:t>
            </w:r>
          </w:p>
          <w:p w14:paraId="7B4A401C" w14:textId="4B2B229B" w:rsidR="00B404D2" w:rsidRPr="00B404D2" w:rsidRDefault="00B404D2" w:rsidP="00B404D2">
            <w:pPr>
              <w:pStyle w:val="SIText"/>
            </w:pPr>
            <w:r w:rsidRPr="00D6607A">
              <w:t>1.</w:t>
            </w:r>
            <w:r w:rsidR="00EF56D1">
              <w:t>4</w:t>
            </w:r>
            <w:r w:rsidRPr="00D6607A">
              <w:t xml:space="preserve"> Wear appropriate personal protective equipment</w:t>
            </w:r>
            <w:r w:rsidR="00EF56D1">
              <w:t>,</w:t>
            </w:r>
            <w:r w:rsidRPr="00B404D2">
              <w:t xml:space="preserve"> and ensure correct fit </w:t>
            </w:r>
          </w:p>
          <w:p w14:paraId="2B1ACB25" w14:textId="42CCE4FD" w:rsidR="00B404D2" w:rsidRPr="005F2511" w:rsidRDefault="00B404D2" w:rsidP="00B404D2">
            <w:pPr>
              <w:pStyle w:val="SIText"/>
            </w:pPr>
            <w:r>
              <w:t>1.</w:t>
            </w:r>
            <w:r w:rsidR="00EF56D1">
              <w:t>5</w:t>
            </w:r>
            <w:r>
              <w:t xml:space="preserve"> Ensure monitoring equipment is clean and ready for use</w:t>
            </w:r>
          </w:p>
        </w:tc>
      </w:tr>
      <w:tr w:rsidR="005F2511" w:rsidRPr="00963A46" w14:paraId="093B57AB" w14:textId="77777777" w:rsidTr="00CA2922">
        <w:trPr>
          <w:cantSplit/>
        </w:trPr>
        <w:tc>
          <w:tcPr>
            <w:tcW w:w="1396" w:type="pct"/>
          </w:tcPr>
          <w:p w14:paraId="2FB446BD" w14:textId="34968DAC" w:rsidR="005F2511" w:rsidRP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 xml:space="preserve">. Monitor temperature of </w:t>
            </w:r>
            <w:r w:rsidR="00F259D0">
              <w:t>meat and</w:t>
            </w:r>
            <w:r w:rsidR="00F039BA">
              <w:t>/or</w:t>
            </w:r>
            <w:r w:rsidR="00F259D0">
              <w:t xml:space="preserve"> </w:t>
            </w:r>
            <w:r w:rsidR="005F2511" w:rsidRPr="005F2511">
              <w:t>meat products in receival area</w:t>
            </w:r>
          </w:p>
        </w:tc>
        <w:tc>
          <w:tcPr>
            <w:tcW w:w="3604" w:type="pct"/>
          </w:tcPr>
          <w:p w14:paraId="259FA65A" w14:textId="01480BDD" w:rsidR="005F2511" w:rsidRDefault="00B404D2" w:rsidP="005F2511">
            <w:pPr>
              <w:pStyle w:val="SIText"/>
            </w:pPr>
            <w:r>
              <w:t>2</w:t>
            </w:r>
            <w:r w:rsidR="005F2511" w:rsidRPr="005F2511">
              <w:t>.1 Check temperature of received</w:t>
            </w:r>
            <w:r w:rsidR="00F259D0">
              <w:t xml:space="preserve"> meat and</w:t>
            </w:r>
            <w:r w:rsidR="00F039BA">
              <w:t>/or</w:t>
            </w:r>
            <w:r w:rsidR="005F2511" w:rsidRPr="005F2511">
              <w:t xml:space="preserve"> meat products in line with workplace requirements</w:t>
            </w:r>
          </w:p>
          <w:p w14:paraId="129AC9FB" w14:textId="2D9C1B25" w:rsidR="00B404D2" w:rsidRDefault="00B404D2" w:rsidP="005F2511">
            <w:pPr>
              <w:pStyle w:val="SIText"/>
            </w:pPr>
            <w:r>
              <w:t>2.2 Record temperature in required format</w:t>
            </w:r>
          </w:p>
          <w:p w14:paraId="58CA2BAA" w14:textId="57AB7ED6" w:rsidR="00B404D2" w:rsidRPr="005F2511" w:rsidRDefault="00B404D2" w:rsidP="005F2511">
            <w:pPr>
              <w:pStyle w:val="SIText"/>
            </w:pPr>
            <w:r>
              <w:t>2.3 Identify temperatures that are out</w:t>
            </w:r>
            <w:r w:rsidR="00EF56D1">
              <w:t>-</w:t>
            </w:r>
            <w:r>
              <w:t>of</w:t>
            </w:r>
            <w:r w:rsidR="00EF56D1">
              <w:t>-</w:t>
            </w:r>
            <w:r>
              <w:t>specification</w:t>
            </w:r>
          </w:p>
          <w:p w14:paraId="0ACD8386" w14:textId="3E4B5E9A" w:rsidR="005F2511" w:rsidRPr="005F2511" w:rsidRDefault="00B404D2" w:rsidP="005F2511">
            <w:pPr>
              <w:pStyle w:val="SIText"/>
            </w:pPr>
            <w:r>
              <w:t>2.4</w:t>
            </w:r>
            <w:r w:rsidR="005F2511" w:rsidRPr="005F2511">
              <w:t xml:space="preserve"> Notify supervisor when </w:t>
            </w:r>
            <w:r w:rsidR="00F259D0">
              <w:t xml:space="preserve">meat </w:t>
            </w:r>
            <w:r w:rsidR="00F039BA">
              <w:t>and</w:t>
            </w:r>
            <w:r w:rsidR="00F039BA" w:rsidRPr="00F039BA">
              <w:t>/or</w:t>
            </w:r>
            <w:r w:rsidR="00F039BA" w:rsidRPr="00F039BA" w:rsidDel="00F039BA">
              <w:t xml:space="preserve"> </w:t>
            </w:r>
            <w:r w:rsidR="005F2511" w:rsidRPr="005F2511">
              <w:t xml:space="preserve">meat products are delivered at a temperature that does not meet workplace, hygiene and </w:t>
            </w:r>
            <w:r w:rsidR="0028287D">
              <w:t>sanitation</w:t>
            </w:r>
            <w:r w:rsidR="005F2511" w:rsidRPr="005F2511">
              <w:t xml:space="preserve"> requirements</w:t>
            </w:r>
          </w:p>
        </w:tc>
      </w:tr>
      <w:tr w:rsidR="005F2511" w:rsidRPr="00963A46" w14:paraId="10724A78" w14:textId="77777777" w:rsidTr="00CA2922">
        <w:trPr>
          <w:cantSplit/>
        </w:trPr>
        <w:tc>
          <w:tcPr>
            <w:tcW w:w="1396" w:type="pct"/>
          </w:tcPr>
          <w:p w14:paraId="449EE023" w14:textId="211A877E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 Monitor temperature of cool room</w:t>
            </w:r>
          </w:p>
        </w:tc>
        <w:tc>
          <w:tcPr>
            <w:tcW w:w="3604" w:type="pct"/>
          </w:tcPr>
          <w:p w14:paraId="3858B87E" w14:textId="11CC9F47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>.1 Check and record temperature of cool room in accordance with regulatory requirements</w:t>
            </w:r>
          </w:p>
          <w:p w14:paraId="2F41F575" w14:textId="4BAA3E57" w:rsidR="005F2511" w:rsidRPr="005F2511" w:rsidRDefault="00B404D2" w:rsidP="005F2511">
            <w:pPr>
              <w:pStyle w:val="SIText"/>
            </w:pPr>
            <w:r>
              <w:t>3</w:t>
            </w:r>
            <w:r w:rsidR="005F2511" w:rsidRPr="005F2511">
              <w:t xml:space="preserve">.2 Notify supervisor when cool room temperature does not meet workplace, hygiene and </w:t>
            </w:r>
            <w:r w:rsidR="0028287D">
              <w:t>sanitation</w:t>
            </w:r>
            <w:r w:rsidR="005F2511" w:rsidRPr="005F2511">
              <w:t xml:space="preserve"> requirements</w:t>
            </w:r>
          </w:p>
        </w:tc>
      </w:tr>
      <w:tr w:rsidR="005F2511" w:rsidRPr="00963A46" w14:paraId="1167C88A" w14:textId="77777777" w:rsidTr="00CA2922">
        <w:trPr>
          <w:cantSplit/>
        </w:trPr>
        <w:tc>
          <w:tcPr>
            <w:tcW w:w="1396" w:type="pct"/>
          </w:tcPr>
          <w:p w14:paraId="0B9FA395" w14:textId="274AE0E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 Monitor display cabinet temperature</w:t>
            </w:r>
            <w:r w:rsidR="00F259D0">
              <w:t xml:space="preserve"> where applicable</w:t>
            </w:r>
          </w:p>
        </w:tc>
        <w:tc>
          <w:tcPr>
            <w:tcW w:w="3604" w:type="pct"/>
          </w:tcPr>
          <w:p w14:paraId="553489B9" w14:textId="763E4A36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>.1 Check and record temperature of display cabinet in accordance with regulatory requirements</w:t>
            </w:r>
          </w:p>
          <w:p w14:paraId="52188309" w14:textId="17AF8F61" w:rsidR="005F2511" w:rsidRPr="005F2511" w:rsidRDefault="00B404D2" w:rsidP="005F2511">
            <w:pPr>
              <w:pStyle w:val="SIText"/>
            </w:pPr>
            <w:r>
              <w:t>4</w:t>
            </w:r>
            <w:r w:rsidR="005F2511" w:rsidRPr="005F2511">
              <w:t xml:space="preserve">.2 Notify supervisor when display cabinet temperature does not meet workplace, hygiene and </w:t>
            </w:r>
            <w:r w:rsidR="0028287D">
              <w:t>sanitation</w:t>
            </w:r>
            <w:r w:rsidR="005F2511" w:rsidRPr="005F2511">
              <w:t xml:space="preserve"> requirements</w:t>
            </w:r>
          </w:p>
        </w:tc>
      </w:tr>
      <w:tr w:rsidR="005F2511" w:rsidRPr="00963A46" w14:paraId="3D0DD0C9" w14:textId="77777777" w:rsidTr="00CA2922">
        <w:trPr>
          <w:cantSplit/>
        </w:trPr>
        <w:tc>
          <w:tcPr>
            <w:tcW w:w="1396" w:type="pct"/>
          </w:tcPr>
          <w:p w14:paraId="34631DC7" w14:textId="28FA2013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 Monitor temperature of meat while moving between refrigerated storage locations</w:t>
            </w:r>
          </w:p>
        </w:tc>
        <w:tc>
          <w:tcPr>
            <w:tcW w:w="3604" w:type="pct"/>
          </w:tcPr>
          <w:p w14:paraId="758D5132" w14:textId="39B5D785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 xml:space="preserve">.1 Monitor temperature of </w:t>
            </w:r>
            <w:r w:rsidR="00F259D0">
              <w:t xml:space="preserve">meat </w:t>
            </w:r>
            <w:r w:rsidR="00F039BA">
              <w:t>and</w:t>
            </w:r>
            <w:r w:rsidR="00F039BA" w:rsidRPr="00F039BA">
              <w:t>/or</w:t>
            </w:r>
            <w:r w:rsidR="00F039BA" w:rsidRPr="00F039BA" w:rsidDel="00F039BA">
              <w:t xml:space="preserve"> </w:t>
            </w:r>
            <w:r w:rsidR="005F2511" w:rsidRPr="005F2511">
              <w:t xml:space="preserve">meat product while outside of refrigerated storage areas to comply with workplace, hygiene and </w:t>
            </w:r>
            <w:r w:rsidR="0028287D">
              <w:t>sanitation</w:t>
            </w:r>
            <w:r w:rsidR="005F2511" w:rsidRPr="005F2511">
              <w:t xml:space="preserve"> requirements</w:t>
            </w:r>
          </w:p>
          <w:p w14:paraId="597A1F40" w14:textId="1EAD32F9" w:rsidR="005F2511" w:rsidRPr="005F2511" w:rsidRDefault="00B404D2" w:rsidP="005F2511">
            <w:pPr>
              <w:pStyle w:val="SIText"/>
            </w:pPr>
            <w:r>
              <w:t>5</w:t>
            </w:r>
            <w:r w:rsidR="005F2511" w:rsidRPr="005F2511">
              <w:t>.2 Return meat to refrigerated storage quickly and efficiently according to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404D2" w:rsidRPr="00336FCA" w:rsidDel="00423CB2" w14:paraId="6D33190A" w14:textId="77777777" w:rsidTr="00CA2922">
        <w:trPr>
          <w:tblHeader/>
        </w:trPr>
        <w:tc>
          <w:tcPr>
            <w:tcW w:w="1396" w:type="pct"/>
          </w:tcPr>
          <w:p w14:paraId="25C681B8" w14:textId="08C9704E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6B4496" w14:textId="2A5F60D2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</w:t>
            </w:r>
          </w:p>
        </w:tc>
      </w:tr>
      <w:tr w:rsidR="00B404D2" w:rsidRPr="00336FCA" w:rsidDel="00423CB2" w14:paraId="34A98826" w14:textId="77777777" w:rsidTr="00CA2922">
        <w:trPr>
          <w:tblHeader/>
        </w:trPr>
        <w:tc>
          <w:tcPr>
            <w:tcW w:w="1396" w:type="pct"/>
          </w:tcPr>
          <w:p w14:paraId="44A3FA6A" w14:textId="650D7FA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1CA9B02" w14:textId="3518ED06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temperatures and times using paper-based and/or digital format</w:t>
            </w:r>
          </w:p>
        </w:tc>
      </w:tr>
      <w:tr w:rsidR="00B404D2" w:rsidRPr="00336FCA" w:rsidDel="00423CB2" w14:paraId="2F11E849" w14:textId="77777777" w:rsidTr="00CA2922">
        <w:trPr>
          <w:tblHeader/>
        </w:trPr>
        <w:tc>
          <w:tcPr>
            <w:tcW w:w="1396" w:type="pct"/>
          </w:tcPr>
          <w:p w14:paraId="13C44A8F" w14:textId="0B09DE5F" w:rsidR="00B404D2" w:rsidRPr="005404CB" w:rsidRDefault="00B404D2" w:rsidP="00DA134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C6D1029" w14:textId="6DDAB8A7" w:rsidR="00B404D2" w:rsidRPr="005404CB" w:rsidRDefault="00B404D2" w:rsidP="00DA134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Read and interpret temperature scales and gauges (</w:t>
            </w:r>
            <w:r>
              <w:rPr>
                <w:rFonts w:eastAsiaTheme="majorEastAsia" w:cs="Arial"/>
              </w:rPr>
              <w:t>°</w:t>
            </w:r>
            <w:r>
              <w:rPr>
                <w:rFonts w:eastAsiaTheme="majorEastAsia"/>
              </w:rPr>
              <w:t>C)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4B0873C" w:rsidR="00041E59" w:rsidRPr="005404CB" w:rsidRDefault="00B404D2" w:rsidP="005404CB">
            <w:pPr>
              <w:pStyle w:val="SIText"/>
            </w:pPr>
            <w:r w:rsidRPr="00453EAD">
              <w:t>AMP</w:t>
            </w:r>
            <w:r w:rsidR="00DA1341">
              <w:t>QUA2</w:t>
            </w:r>
            <w:r w:rsidR="00AC7932">
              <w:t>0</w:t>
            </w:r>
            <w:r w:rsidR="00DA1341">
              <w:t>2</w:t>
            </w:r>
            <w:r w:rsidR="00453EAD" w:rsidRPr="00453EAD">
              <w:t xml:space="preserve"> Monitor meat temperature </w:t>
            </w:r>
          </w:p>
        </w:tc>
        <w:tc>
          <w:tcPr>
            <w:tcW w:w="1105" w:type="pct"/>
          </w:tcPr>
          <w:p w14:paraId="6623A6C9" w14:textId="38BC8948" w:rsidR="00041E59" w:rsidRPr="005404CB" w:rsidRDefault="00B404D2" w:rsidP="005404CB">
            <w:pPr>
              <w:pStyle w:val="SIText"/>
            </w:pPr>
            <w:r w:rsidRPr="00453EAD">
              <w:t>AMPR108 Monitor meat temperature from receival to sale</w:t>
            </w:r>
          </w:p>
        </w:tc>
        <w:tc>
          <w:tcPr>
            <w:tcW w:w="1251" w:type="pct"/>
          </w:tcPr>
          <w:p w14:paraId="1F72A215" w14:textId="77777777" w:rsidR="002A3AC4" w:rsidRDefault="00C0000A" w:rsidP="00B404D2">
            <w:pPr>
              <w:pStyle w:val="SIText"/>
            </w:pPr>
            <w:r>
              <w:t xml:space="preserve">Unit </w:t>
            </w:r>
            <w:r w:rsidR="00866AC4">
              <w:t xml:space="preserve">title and </w:t>
            </w:r>
            <w:r>
              <w:t>code updated</w:t>
            </w:r>
            <w:r w:rsidR="002A3AC4">
              <w:t xml:space="preserve">                          </w:t>
            </w:r>
          </w:p>
          <w:p w14:paraId="42B2E1C0" w14:textId="77777777" w:rsidR="002A3AC4" w:rsidRDefault="002A3AC4" w:rsidP="00B404D2">
            <w:pPr>
              <w:pStyle w:val="SIText"/>
            </w:pPr>
          </w:p>
          <w:p w14:paraId="3EB77D7F" w14:textId="3E46F1B1" w:rsidR="00C0000A" w:rsidRDefault="002A3AC4" w:rsidP="00B404D2">
            <w:pPr>
              <w:pStyle w:val="SIText"/>
            </w:pPr>
            <w:r>
              <w:t>Unit application updated</w:t>
            </w:r>
          </w:p>
          <w:p w14:paraId="01A6770B" w14:textId="77777777" w:rsidR="00817D4E" w:rsidRDefault="00817D4E" w:rsidP="00B404D2">
            <w:pPr>
              <w:pStyle w:val="SIText"/>
            </w:pPr>
          </w:p>
          <w:p w14:paraId="38B5B858" w14:textId="259EB0EA" w:rsidR="00B404D2" w:rsidRDefault="00B404D2" w:rsidP="00B404D2">
            <w:pPr>
              <w:pStyle w:val="SIText"/>
            </w:pPr>
            <w:r w:rsidRPr="00B404D2">
              <w:t xml:space="preserve">Performance </w:t>
            </w:r>
            <w:r w:rsidR="003053A0">
              <w:t>C</w:t>
            </w:r>
            <w:r w:rsidRPr="00B404D2">
              <w:t>riteria clarified</w:t>
            </w:r>
          </w:p>
          <w:p w14:paraId="7A8997AC" w14:textId="77777777" w:rsidR="003126FE" w:rsidRDefault="003126FE" w:rsidP="003126FE"/>
          <w:p w14:paraId="76414819" w14:textId="1D41A5FD" w:rsidR="003126FE" w:rsidRDefault="003126FE" w:rsidP="003126FE">
            <w:r w:rsidRPr="00B404D2">
              <w:t xml:space="preserve">Foundation </w:t>
            </w:r>
            <w:r w:rsidRPr="003126FE">
              <w:t>Skills added</w:t>
            </w:r>
          </w:p>
          <w:p w14:paraId="05805183" w14:textId="77777777" w:rsidR="003126FE" w:rsidRPr="003126FE" w:rsidRDefault="003126FE" w:rsidP="003126FE"/>
          <w:p w14:paraId="38EF1B27" w14:textId="4F62C72D" w:rsidR="00041E59" w:rsidRPr="005404CB" w:rsidRDefault="00B404D2" w:rsidP="005404CB">
            <w:pPr>
              <w:pStyle w:val="SIText"/>
            </w:pPr>
            <w:r w:rsidRPr="00B404D2">
              <w:t xml:space="preserve">Assessment </w:t>
            </w:r>
            <w:r w:rsidR="002A3AC4">
              <w:t>Requirements</w:t>
            </w:r>
            <w:r w:rsidR="002A3AC4" w:rsidRPr="00B404D2">
              <w:t xml:space="preserve"> </w:t>
            </w:r>
            <w:r w:rsidRPr="00B404D2">
              <w:t>revised</w:t>
            </w:r>
          </w:p>
        </w:tc>
        <w:tc>
          <w:tcPr>
            <w:tcW w:w="1616" w:type="pct"/>
          </w:tcPr>
          <w:p w14:paraId="44BBFF38" w14:textId="75894B87" w:rsidR="00916CD7" w:rsidRPr="005404CB" w:rsidRDefault="00F259D0" w:rsidP="005404CB">
            <w:pPr>
              <w:pStyle w:val="SIText"/>
            </w:pPr>
            <w:r>
              <w:t>Not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</w:tcPr>
          <w:p w14:paraId="19432928" w14:textId="77777777" w:rsidR="00EC6C1A" w:rsidRDefault="00EC6C1A" w:rsidP="00EC6C1A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348AE4E8" w:rsidR="00F1480E" w:rsidRPr="005404CB" w:rsidRDefault="00EC6C1A" w:rsidP="00EC6C1A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</w:tcPr>
          <w:p w14:paraId="01250677" w14:textId="4340D34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04D90" w:rsidRPr="00604D90">
              <w:t>AMP</w:t>
            </w:r>
            <w:r w:rsidR="00DA1341">
              <w:t>QUA2</w:t>
            </w:r>
            <w:r w:rsidR="00AC7932">
              <w:t>0</w:t>
            </w:r>
            <w:r w:rsidR="00DA1341">
              <w:t>2</w:t>
            </w:r>
            <w:r w:rsidR="00604D90" w:rsidRPr="00604D90">
              <w:t xml:space="preserve"> Monitor meat temperature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</w:tcPr>
          <w:p w14:paraId="0DFF89B0" w14:textId="52C94021" w:rsidR="00B404D2" w:rsidRDefault="00B404D2">
            <w:pPr>
              <w:pStyle w:val="SIText"/>
            </w:pPr>
            <w:r w:rsidRPr="00B404D2">
              <w:t xml:space="preserve">An individual demonstrating competency must satisfy </w:t>
            </w:r>
            <w:proofErr w:type="gramStart"/>
            <w:r w:rsidRPr="00B404D2">
              <w:t>all of</w:t>
            </w:r>
            <w:proofErr w:type="gramEnd"/>
            <w:r w:rsidRPr="00B404D2">
              <w:t xml:space="preserve"> the elements and performance criteria in this unit.</w:t>
            </w:r>
          </w:p>
          <w:p w14:paraId="0DAE24EF" w14:textId="77777777" w:rsidR="00DA1341" w:rsidRPr="00B404D2" w:rsidRDefault="00DA1341" w:rsidP="00DA1341">
            <w:pPr>
              <w:pStyle w:val="SIText"/>
            </w:pPr>
          </w:p>
          <w:p w14:paraId="5E320790" w14:textId="6FEAD6B2" w:rsidR="00B404D2" w:rsidRDefault="00B404D2" w:rsidP="00B404D2">
            <w:pPr>
              <w:pStyle w:val="SIText"/>
            </w:pPr>
            <w:r w:rsidRPr="00EF2C4B">
              <w:t>There must be evidence that the individual has</w:t>
            </w:r>
            <w:r>
              <w:t xml:space="preserve"> monitored the temperature of meat</w:t>
            </w:r>
            <w:r w:rsidR="00F039BA">
              <w:t xml:space="preserve"> and/or meat products</w:t>
            </w:r>
            <w:r>
              <w:t xml:space="preserve">, on at least </w:t>
            </w:r>
            <w:r w:rsidR="00C54145">
              <w:t>two</w:t>
            </w:r>
            <w:r w:rsidR="0018444D">
              <w:t xml:space="preserve"> </w:t>
            </w:r>
            <w:r>
              <w:t>separate occasions, including:</w:t>
            </w:r>
          </w:p>
          <w:p w14:paraId="6F9CDD1A" w14:textId="2B040553" w:rsidR="00A42FDB" w:rsidRPr="00A42FDB" w:rsidRDefault="00A42FDB" w:rsidP="00A42FDB">
            <w:pPr>
              <w:pStyle w:val="SIBulletList1"/>
            </w:pPr>
            <w:r w:rsidRPr="00A42FDB">
              <w:t>measur</w:t>
            </w:r>
            <w:r w:rsidR="00DA1341">
              <w:t>ed</w:t>
            </w:r>
            <w:r w:rsidRPr="00A42FDB">
              <w:t xml:space="preserve"> temperature of</w:t>
            </w:r>
            <w:r w:rsidR="00F259D0">
              <w:t xml:space="preserve"> meat and</w:t>
            </w:r>
            <w:r w:rsidRPr="00A42FDB">
              <w:t xml:space="preserve"> meat products and storage areas</w:t>
            </w:r>
          </w:p>
          <w:p w14:paraId="6FDB298D" w14:textId="2F23F914" w:rsidR="00A42FDB" w:rsidRPr="00A42FDB" w:rsidRDefault="00A42FDB" w:rsidP="00A42FDB">
            <w:pPr>
              <w:pStyle w:val="SIBulletList1"/>
            </w:pPr>
            <w:r w:rsidRPr="00A42FDB">
              <w:t>monitor</w:t>
            </w:r>
            <w:r w:rsidR="00DA1341">
              <w:t>ed</w:t>
            </w:r>
            <w:r w:rsidRPr="00A42FDB">
              <w:t xml:space="preserve"> refrigerated temperatures on a regular basis</w:t>
            </w:r>
          </w:p>
          <w:p w14:paraId="3B857A97" w14:textId="034F39BA" w:rsidR="00A42FDB" w:rsidRPr="00A42FDB" w:rsidRDefault="00A42FDB" w:rsidP="00A42FDB">
            <w:pPr>
              <w:pStyle w:val="SIBulletList1"/>
            </w:pPr>
            <w:r w:rsidRPr="00A42FDB">
              <w:t>appl</w:t>
            </w:r>
            <w:r w:rsidR="00DA1341">
              <w:t>ied</w:t>
            </w:r>
            <w:r w:rsidRPr="00A42FDB">
              <w:t xml:space="preserve"> workplace health and safety requirements for working in refrigerated areas</w:t>
            </w:r>
          </w:p>
          <w:p w14:paraId="2D0E0C70" w14:textId="345A5F00" w:rsidR="00556C4C" w:rsidRDefault="00B404D2" w:rsidP="00A42FDB">
            <w:pPr>
              <w:pStyle w:val="SIBulletList1"/>
            </w:pPr>
            <w:r>
              <w:t>maintain</w:t>
            </w:r>
            <w:r w:rsidR="00DA1341">
              <w:t>ed</w:t>
            </w:r>
            <w:r>
              <w:t xml:space="preserve"> hygiene and </w:t>
            </w:r>
            <w:r w:rsidR="0028287D">
              <w:t>sanitation</w:t>
            </w:r>
            <w:r>
              <w:t xml:space="preserve"> standards.</w:t>
            </w:r>
          </w:p>
          <w:p w14:paraId="5013CF04" w14:textId="77777777" w:rsidR="00B661CB" w:rsidRDefault="00B661CB" w:rsidP="00B661CB">
            <w:pPr>
              <w:pStyle w:val="SIText"/>
            </w:pPr>
          </w:p>
          <w:p w14:paraId="3826AD24" w14:textId="6B06599C" w:rsidR="00B661CB" w:rsidRPr="00B661CB" w:rsidRDefault="00B661CB" w:rsidP="00B661CB">
            <w:pPr>
              <w:pStyle w:val="SIText"/>
            </w:pPr>
            <w:r w:rsidRPr="00B661CB">
              <w:t xml:space="preserve">The assessor must observe the individual </w:t>
            </w:r>
            <w:r>
              <w:t>monitoring meat temperatures</w:t>
            </w:r>
            <w:r w:rsidRPr="00B661CB">
              <w:t xml:space="preserve"> for a minimum of 15 minutes.</w:t>
            </w:r>
          </w:p>
          <w:p w14:paraId="49081BB4" w14:textId="0C172DBF" w:rsidR="00B661CB" w:rsidRPr="005404CB" w:rsidRDefault="00B661CB" w:rsidP="00E13E3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</w:tcPr>
          <w:p w14:paraId="4E7E0ACC" w14:textId="77777777" w:rsidR="00DA1341" w:rsidRPr="00DA1341" w:rsidRDefault="00DA1341" w:rsidP="00DA1341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A1341">
              <w:t>perform the tasks outlined in the elements and performance criteria of this unit. This includes knowledge of:</w:t>
            </w:r>
          </w:p>
          <w:p w14:paraId="5C6BA436" w14:textId="34C4D120" w:rsidR="00B968D6" w:rsidRPr="00B968D6" w:rsidRDefault="00B968D6" w:rsidP="00B968D6">
            <w:pPr>
              <w:pStyle w:val="SIBulletList1"/>
            </w:pPr>
            <w:r w:rsidRPr="00B968D6">
              <w:t xml:space="preserve">suitable temperature range for </w:t>
            </w:r>
            <w:r w:rsidR="00F259D0">
              <w:t xml:space="preserve">meat and </w:t>
            </w:r>
            <w:r w:rsidRPr="00B968D6">
              <w:t>meat products stored in warehouse chillers, transportation, cool rooms and</w:t>
            </w:r>
            <w:r w:rsidR="00866AC4">
              <w:t>/or</w:t>
            </w:r>
            <w:r w:rsidRPr="00B968D6">
              <w:t xml:space="preserve"> display cabinets</w:t>
            </w:r>
          </w:p>
          <w:p w14:paraId="28878336" w14:textId="5EECB379" w:rsidR="00B968D6" w:rsidRPr="00B968D6" w:rsidRDefault="00B968D6" w:rsidP="00B968D6">
            <w:pPr>
              <w:pStyle w:val="SIBulletList1"/>
            </w:pPr>
            <w:r w:rsidRPr="00B968D6">
              <w:t xml:space="preserve">effects of incorrect storage temperatures on </w:t>
            </w:r>
            <w:r w:rsidR="00F259D0">
              <w:t xml:space="preserve">meat and </w:t>
            </w:r>
            <w:r w:rsidRPr="00B968D6">
              <w:t>meat products</w:t>
            </w:r>
          </w:p>
          <w:p w14:paraId="71C16F0E" w14:textId="1D724674" w:rsidR="00B968D6" w:rsidRPr="00B968D6" w:rsidRDefault="00B968D6" w:rsidP="00B968D6">
            <w:pPr>
              <w:pStyle w:val="SIBulletList1"/>
            </w:pPr>
            <w:r w:rsidRPr="00B968D6">
              <w:t xml:space="preserve">recommended refrigerated temperature for </w:t>
            </w:r>
            <w:r w:rsidR="00F259D0">
              <w:t xml:space="preserve">meat and meat </w:t>
            </w:r>
            <w:r w:rsidRPr="00B968D6">
              <w:t>products stored</w:t>
            </w:r>
          </w:p>
          <w:p w14:paraId="24CE4E05" w14:textId="74054C28" w:rsidR="00B968D6" w:rsidRPr="00B968D6" w:rsidRDefault="00B968D6" w:rsidP="00B968D6">
            <w:pPr>
              <w:pStyle w:val="SIBulletList1"/>
            </w:pPr>
            <w:r w:rsidRPr="00B968D6">
              <w:t xml:space="preserve">regulatory requirements related to storing </w:t>
            </w:r>
            <w:r w:rsidR="00F259D0">
              <w:t xml:space="preserve">meat and </w:t>
            </w:r>
            <w:r w:rsidRPr="00B968D6">
              <w:t>meat products</w:t>
            </w:r>
          </w:p>
          <w:p w14:paraId="20D462C4" w14:textId="590F93DD" w:rsidR="00F1480E" w:rsidRDefault="00B968D6" w:rsidP="00B968D6">
            <w:pPr>
              <w:pStyle w:val="SIBulletList1"/>
            </w:pPr>
            <w:r w:rsidRPr="00B968D6">
              <w:t xml:space="preserve">workplace health and safety </w:t>
            </w:r>
            <w:r w:rsidR="00C0000A">
              <w:t xml:space="preserve">hazards and risks </w:t>
            </w:r>
            <w:r w:rsidRPr="00B968D6">
              <w:t>for working in refrigerated areas</w:t>
            </w:r>
            <w:r w:rsidR="00C0000A">
              <w:t>, and associated controls</w:t>
            </w:r>
          </w:p>
          <w:p w14:paraId="1D9EB63B" w14:textId="6B3F13D0" w:rsidR="00C0000A" w:rsidRDefault="00C0000A" w:rsidP="00B968D6">
            <w:pPr>
              <w:pStyle w:val="SIBulletList1"/>
            </w:pPr>
            <w:r>
              <w:t xml:space="preserve">personal protective equipment </w:t>
            </w:r>
            <w:r w:rsidR="00F4765F">
              <w:t xml:space="preserve">(PPE) </w:t>
            </w:r>
            <w:r>
              <w:t>for working in refrigerated spaces</w:t>
            </w:r>
          </w:p>
          <w:p w14:paraId="66608BB7" w14:textId="6E2EA985" w:rsidR="00C0000A" w:rsidRPr="005404CB" w:rsidRDefault="00C0000A" w:rsidP="00B968D6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DA1341">
        <w:trPr>
          <w:trHeight w:val="2434"/>
        </w:trPr>
        <w:tc>
          <w:tcPr>
            <w:tcW w:w="5000" w:type="pct"/>
          </w:tcPr>
          <w:p w14:paraId="2F3906E7" w14:textId="77777777" w:rsidR="00C0000A" w:rsidRPr="00C0000A" w:rsidRDefault="00C0000A" w:rsidP="00C0000A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9CA91E7" w14:textId="77777777" w:rsidR="00C0000A" w:rsidRPr="00C0000A" w:rsidRDefault="00C0000A" w:rsidP="00C0000A">
            <w:pPr>
              <w:pStyle w:val="SIBulletList1"/>
            </w:pPr>
            <w:r w:rsidRPr="0020760C">
              <w:t>physical conditions:</w:t>
            </w:r>
          </w:p>
          <w:p w14:paraId="2B4C176C" w14:textId="2D9290F6" w:rsidR="00C0000A" w:rsidRPr="00C0000A" w:rsidRDefault="00C0000A" w:rsidP="00DA1341">
            <w:pPr>
              <w:pStyle w:val="SIBulletList2"/>
            </w:pPr>
            <w:r w:rsidRPr="00EF2C4B">
              <w:t xml:space="preserve">skills must be demonstrated </w:t>
            </w:r>
            <w:r w:rsidRPr="00C0000A">
              <w:t xml:space="preserve">in a </w:t>
            </w:r>
            <w:r w:rsidR="009A1401">
              <w:t>meat processing</w:t>
            </w:r>
            <w:r>
              <w:t xml:space="preserve"> </w:t>
            </w:r>
            <w:r w:rsidR="00F35F78">
              <w:t xml:space="preserve">or retailing </w:t>
            </w:r>
            <w:r w:rsidR="00B46C0F">
              <w:t>premises</w:t>
            </w:r>
            <w:r w:rsidR="00B46C0F" w:rsidRPr="00C0000A">
              <w:t xml:space="preserve"> </w:t>
            </w:r>
            <w:r w:rsidRPr="00C0000A">
              <w:t>or an environment that accurately represents workplace conditions</w:t>
            </w:r>
          </w:p>
          <w:p w14:paraId="212B4F2C" w14:textId="77777777" w:rsidR="00C0000A" w:rsidRPr="00C0000A" w:rsidRDefault="00C0000A" w:rsidP="00C0000A">
            <w:pPr>
              <w:pStyle w:val="SIBulletList1"/>
            </w:pPr>
            <w:r w:rsidRPr="0020760C">
              <w:t>resources, equipment and materials:</w:t>
            </w:r>
          </w:p>
          <w:p w14:paraId="631750D9" w14:textId="38C89689" w:rsidR="00C0000A" w:rsidRDefault="00C0000A" w:rsidP="00DA1341">
            <w:pPr>
              <w:pStyle w:val="SIBulletList2"/>
            </w:pPr>
            <w:r>
              <w:t>cool rooms and refrigerated meat storage locations</w:t>
            </w:r>
          </w:p>
          <w:p w14:paraId="0243E049" w14:textId="1028E96B" w:rsidR="00C0000A" w:rsidRDefault="00F259D0" w:rsidP="00DA1341">
            <w:pPr>
              <w:pStyle w:val="SIBulletList2"/>
            </w:pPr>
            <w:r>
              <w:t xml:space="preserve">meat and/or </w:t>
            </w:r>
            <w:r w:rsidR="00C0000A">
              <w:t>meat products</w:t>
            </w:r>
          </w:p>
          <w:p w14:paraId="77DFECCF" w14:textId="77777777" w:rsidR="00C0000A" w:rsidRPr="00C0000A" w:rsidRDefault="00C0000A" w:rsidP="00DA1341">
            <w:pPr>
              <w:pStyle w:val="SIBulletList2"/>
            </w:pPr>
            <w:r>
              <w:t>thermometer</w:t>
            </w:r>
          </w:p>
          <w:p w14:paraId="158902A9" w14:textId="6AD00242" w:rsidR="00C0000A" w:rsidRPr="00C0000A" w:rsidRDefault="00F4765F" w:rsidP="00DA1341">
            <w:pPr>
              <w:pStyle w:val="SIBulletList2"/>
            </w:pPr>
            <w:r>
              <w:t>PPE</w:t>
            </w:r>
          </w:p>
          <w:p w14:paraId="4437BF4C" w14:textId="48F39676" w:rsidR="00C0000A" w:rsidRDefault="00866AC4" w:rsidP="00DA1341">
            <w:pPr>
              <w:pStyle w:val="SIBulletList2"/>
            </w:pPr>
            <w:r>
              <w:t>system to record temperatures</w:t>
            </w:r>
          </w:p>
          <w:p w14:paraId="29B29F67" w14:textId="77777777" w:rsidR="00C0000A" w:rsidRPr="00C0000A" w:rsidRDefault="00C0000A" w:rsidP="00C0000A">
            <w:pPr>
              <w:pStyle w:val="SIBulletList1"/>
            </w:pPr>
            <w:r w:rsidRPr="0020760C">
              <w:t>specifications:</w:t>
            </w:r>
          </w:p>
          <w:p w14:paraId="35049C4F" w14:textId="53879615" w:rsidR="00C0000A" w:rsidRPr="00C0000A" w:rsidRDefault="0095604B" w:rsidP="00DA1341">
            <w:pPr>
              <w:pStyle w:val="SIBulletList2"/>
            </w:pPr>
            <w:r>
              <w:t>task-related documents</w:t>
            </w:r>
          </w:p>
          <w:p w14:paraId="28A0D302" w14:textId="3DD95045" w:rsidR="00C0000A" w:rsidRPr="00C0000A" w:rsidRDefault="00494F0B" w:rsidP="00C0000A">
            <w:pPr>
              <w:pStyle w:val="SIBulletList1"/>
            </w:pPr>
            <w:r>
              <w:t>personnel</w:t>
            </w:r>
            <w:r w:rsidR="00C0000A" w:rsidRPr="0020760C">
              <w:t>:</w:t>
            </w:r>
          </w:p>
          <w:p w14:paraId="3CCBCA6B" w14:textId="3C6E0A8B" w:rsidR="00C0000A" w:rsidRPr="00C0000A" w:rsidRDefault="00B960FF" w:rsidP="00DA1341">
            <w:pPr>
              <w:pStyle w:val="SIBulletList2"/>
            </w:pPr>
            <w:r>
              <w:t xml:space="preserve">access to </w:t>
            </w:r>
            <w:r w:rsidR="00494F0B">
              <w:t>workplace supervisor or mentor</w:t>
            </w:r>
            <w:r w:rsidR="00C0000A" w:rsidRPr="0020760C">
              <w:t>.</w:t>
            </w:r>
          </w:p>
          <w:p w14:paraId="1976BB39" w14:textId="77777777" w:rsidR="00933063" w:rsidRDefault="00933063" w:rsidP="00933063">
            <w:pPr>
              <w:pStyle w:val="SIText"/>
            </w:pPr>
          </w:p>
          <w:p w14:paraId="7AF92EAE" w14:textId="77777777" w:rsidR="00933063" w:rsidRDefault="00933063" w:rsidP="0093306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1214AC7" w14:textId="77777777" w:rsidR="00C0000A" w:rsidRDefault="00C0000A" w:rsidP="00C0000A">
            <w:pPr>
              <w:pStyle w:val="SIText"/>
            </w:pPr>
          </w:p>
          <w:p w14:paraId="72FC2BF3" w14:textId="7474B5E6" w:rsidR="00F1480E" w:rsidRPr="00617EB5" w:rsidRDefault="00C0000A" w:rsidP="00617EB5">
            <w:pPr>
              <w:pStyle w:val="SIText"/>
            </w:pPr>
            <w:r w:rsidRPr="00B01D19">
              <w:t xml:space="preserve">Assessors of this unit must satisfy the requirements for assessors in applicable vocational education and training </w:t>
            </w:r>
            <w:r w:rsidRPr="00C0000A">
              <w:t>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</w:tcPr>
          <w:p w14:paraId="6C478FB4" w14:textId="77777777" w:rsidR="00EC6C1A" w:rsidRDefault="00EC6C1A" w:rsidP="00EC6C1A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753B5508" w:rsidR="00F1480E" w:rsidRPr="005404CB" w:rsidRDefault="00EC6C1A" w:rsidP="00EC6C1A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72BB7" w14:textId="77777777" w:rsidR="00E02D02" w:rsidRDefault="00E02D02" w:rsidP="00BF3F0A">
      <w:r>
        <w:separator/>
      </w:r>
    </w:p>
    <w:p w14:paraId="4FC4E0C0" w14:textId="77777777" w:rsidR="00E02D02" w:rsidRDefault="00E02D02"/>
  </w:endnote>
  <w:endnote w:type="continuationSeparator" w:id="0">
    <w:p w14:paraId="4020E8ED" w14:textId="77777777" w:rsidR="00E02D02" w:rsidRDefault="00E02D02" w:rsidP="00BF3F0A">
      <w:r>
        <w:continuationSeparator/>
      </w:r>
    </w:p>
    <w:p w14:paraId="4994A9D5" w14:textId="77777777" w:rsidR="00E02D02" w:rsidRDefault="00E02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7EFF3" w14:textId="77777777" w:rsidR="00E02D02" w:rsidRDefault="00E02D02" w:rsidP="00BF3F0A">
      <w:r>
        <w:separator/>
      </w:r>
    </w:p>
    <w:p w14:paraId="138D31B8" w14:textId="77777777" w:rsidR="00E02D02" w:rsidRDefault="00E02D02"/>
  </w:footnote>
  <w:footnote w:type="continuationSeparator" w:id="0">
    <w:p w14:paraId="1AB3B09E" w14:textId="77777777" w:rsidR="00E02D02" w:rsidRDefault="00E02D02" w:rsidP="00BF3F0A">
      <w:r>
        <w:continuationSeparator/>
      </w:r>
    </w:p>
    <w:p w14:paraId="7A8B572A" w14:textId="77777777" w:rsidR="00E02D02" w:rsidRDefault="00E02D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497E4F2A" w:rsidR="009C2650" w:rsidRPr="00860033" w:rsidRDefault="00F0657D" w:rsidP="00860033">
    <w:sdt>
      <w:sdtPr>
        <w:rPr>
          <w:lang w:eastAsia="en-US"/>
        </w:rPr>
        <w:id w:val="21158659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30119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0033" w:rsidRPr="00860033">
      <w:rPr>
        <w:lang w:eastAsia="en-US"/>
      </w:rPr>
      <w:t>AMP</w:t>
    </w:r>
    <w:r w:rsidR="00DA1341">
      <w:t>QUA2</w:t>
    </w:r>
    <w:r w:rsidR="00AC7932">
      <w:t>0</w:t>
    </w:r>
    <w:r w:rsidR="00DA1341">
      <w:t>2</w:t>
    </w:r>
    <w:r w:rsidR="00860033" w:rsidRPr="00860033">
      <w:rPr>
        <w:lang w:eastAsia="en-US"/>
      </w:rPr>
      <w:t xml:space="preserve"> Monitor meat temperature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1A134A"/>
    <w:multiLevelType w:val="multilevel"/>
    <w:tmpl w:val="5A1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551B1"/>
    <w:multiLevelType w:val="multilevel"/>
    <w:tmpl w:val="7D023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0D1B05"/>
    <w:multiLevelType w:val="multilevel"/>
    <w:tmpl w:val="A02EA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1745377">
    <w:abstractNumId w:val="10"/>
  </w:num>
  <w:num w:numId="2" w16cid:durableId="716510463">
    <w:abstractNumId w:val="6"/>
  </w:num>
  <w:num w:numId="3" w16cid:durableId="1464888293">
    <w:abstractNumId w:val="3"/>
  </w:num>
  <w:num w:numId="4" w16cid:durableId="461464834">
    <w:abstractNumId w:val="16"/>
  </w:num>
  <w:num w:numId="5" w16cid:durableId="61484585">
    <w:abstractNumId w:val="1"/>
  </w:num>
  <w:num w:numId="6" w16cid:durableId="651101115">
    <w:abstractNumId w:val="9"/>
  </w:num>
  <w:num w:numId="7" w16cid:durableId="1931305876">
    <w:abstractNumId w:val="2"/>
  </w:num>
  <w:num w:numId="8" w16cid:durableId="440031285">
    <w:abstractNumId w:val="0"/>
  </w:num>
  <w:num w:numId="9" w16cid:durableId="878862677">
    <w:abstractNumId w:val="15"/>
  </w:num>
  <w:num w:numId="10" w16cid:durableId="1048189161">
    <w:abstractNumId w:val="11"/>
  </w:num>
  <w:num w:numId="11" w16cid:durableId="137841186">
    <w:abstractNumId w:val="14"/>
  </w:num>
  <w:num w:numId="12" w16cid:durableId="237523350">
    <w:abstractNumId w:val="12"/>
  </w:num>
  <w:num w:numId="13" w16cid:durableId="607811937">
    <w:abstractNumId w:val="17"/>
  </w:num>
  <w:num w:numId="14" w16cid:durableId="1455058842">
    <w:abstractNumId w:val="4"/>
  </w:num>
  <w:num w:numId="15" w16cid:durableId="1104107139">
    <w:abstractNumId w:val="5"/>
  </w:num>
  <w:num w:numId="16" w16cid:durableId="1471283876">
    <w:abstractNumId w:val="18"/>
  </w:num>
  <w:num w:numId="17" w16cid:durableId="1578785882">
    <w:abstractNumId w:val="13"/>
  </w:num>
  <w:num w:numId="18" w16cid:durableId="1830124741">
    <w:abstractNumId w:val="8"/>
  </w:num>
  <w:num w:numId="19" w16cid:durableId="1320230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235"/>
    <w:rsid w:val="00041E59"/>
    <w:rsid w:val="00054CF5"/>
    <w:rsid w:val="00061514"/>
    <w:rsid w:val="00064BFE"/>
    <w:rsid w:val="00070B3E"/>
    <w:rsid w:val="00071F95"/>
    <w:rsid w:val="000737BB"/>
    <w:rsid w:val="00074E47"/>
    <w:rsid w:val="000754EC"/>
    <w:rsid w:val="00082E44"/>
    <w:rsid w:val="00085A9D"/>
    <w:rsid w:val="0009093B"/>
    <w:rsid w:val="000A5441"/>
    <w:rsid w:val="000B2022"/>
    <w:rsid w:val="000C149A"/>
    <w:rsid w:val="000C224E"/>
    <w:rsid w:val="000E25E6"/>
    <w:rsid w:val="000E2C86"/>
    <w:rsid w:val="000F29F2"/>
    <w:rsid w:val="000F4A00"/>
    <w:rsid w:val="00101659"/>
    <w:rsid w:val="00105AEA"/>
    <w:rsid w:val="00106057"/>
    <w:rsid w:val="001078BF"/>
    <w:rsid w:val="00126E72"/>
    <w:rsid w:val="00133957"/>
    <w:rsid w:val="001372F6"/>
    <w:rsid w:val="00144385"/>
    <w:rsid w:val="00146EEC"/>
    <w:rsid w:val="00151D55"/>
    <w:rsid w:val="00151D93"/>
    <w:rsid w:val="00156EF3"/>
    <w:rsid w:val="00162A12"/>
    <w:rsid w:val="00176E4F"/>
    <w:rsid w:val="0018444D"/>
    <w:rsid w:val="0018546B"/>
    <w:rsid w:val="001A202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02"/>
    <w:rsid w:val="00201A7C"/>
    <w:rsid w:val="0021210E"/>
    <w:rsid w:val="0021414D"/>
    <w:rsid w:val="00223124"/>
    <w:rsid w:val="00233143"/>
    <w:rsid w:val="00234444"/>
    <w:rsid w:val="00242293"/>
    <w:rsid w:val="0024242C"/>
    <w:rsid w:val="00244EA7"/>
    <w:rsid w:val="002461D0"/>
    <w:rsid w:val="00262FC3"/>
    <w:rsid w:val="0026394F"/>
    <w:rsid w:val="00267AF6"/>
    <w:rsid w:val="00276DB8"/>
    <w:rsid w:val="00282664"/>
    <w:rsid w:val="0028287D"/>
    <w:rsid w:val="00285FB8"/>
    <w:rsid w:val="002970C3"/>
    <w:rsid w:val="002A3AC4"/>
    <w:rsid w:val="002A4CD3"/>
    <w:rsid w:val="002A6CC4"/>
    <w:rsid w:val="002C4AE3"/>
    <w:rsid w:val="002C55E9"/>
    <w:rsid w:val="002D0C8B"/>
    <w:rsid w:val="002D1304"/>
    <w:rsid w:val="002D330A"/>
    <w:rsid w:val="002D52AF"/>
    <w:rsid w:val="002E170C"/>
    <w:rsid w:val="002E193E"/>
    <w:rsid w:val="002F6E54"/>
    <w:rsid w:val="00303572"/>
    <w:rsid w:val="003053A0"/>
    <w:rsid w:val="00305EFF"/>
    <w:rsid w:val="00310A6A"/>
    <w:rsid w:val="003126FE"/>
    <w:rsid w:val="003144E6"/>
    <w:rsid w:val="00337E82"/>
    <w:rsid w:val="00346FDC"/>
    <w:rsid w:val="00350BB1"/>
    <w:rsid w:val="00352C83"/>
    <w:rsid w:val="00366805"/>
    <w:rsid w:val="00367839"/>
    <w:rsid w:val="0037067D"/>
    <w:rsid w:val="00373436"/>
    <w:rsid w:val="0038735B"/>
    <w:rsid w:val="003916D1"/>
    <w:rsid w:val="00394C47"/>
    <w:rsid w:val="00394C90"/>
    <w:rsid w:val="003A21F0"/>
    <w:rsid w:val="003A277F"/>
    <w:rsid w:val="003A58BA"/>
    <w:rsid w:val="003A5AE7"/>
    <w:rsid w:val="003A7221"/>
    <w:rsid w:val="003B3493"/>
    <w:rsid w:val="003C13AE"/>
    <w:rsid w:val="003C5726"/>
    <w:rsid w:val="003C7152"/>
    <w:rsid w:val="003D2E73"/>
    <w:rsid w:val="003E2F1E"/>
    <w:rsid w:val="003E72B6"/>
    <w:rsid w:val="003E7BBE"/>
    <w:rsid w:val="004127E3"/>
    <w:rsid w:val="0042310E"/>
    <w:rsid w:val="004235BC"/>
    <w:rsid w:val="00424409"/>
    <w:rsid w:val="0043212E"/>
    <w:rsid w:val="00434366"/>
    <w:rsid w:val="00434ECE"/>
    <w:rsid w:val="00444423"/>
    <w:rsid w:val="004462E1"/>
    <w:rsid w:val="00452F3E"/>
    <w:rsid w:val="00453EAD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F0B"/>
    <w:rsid w:val="004978B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5B1"/>
    <w:rsid w:val="004E0460"/>
    <w:rsid w:val="004E1579"/>
    <w:rsid w:val="004E5FAE"/>
    <w:rsid w:val="004E6245"/>
    <w:rsid w:val="004E6741"/>
    <w:rsid w:val="004E7094"/>
    <w:rsid w:val="004E783A"/>
    <w:rsid w:val="004F5DC7"/>
    <w:rsid w:val="004F78DA"/>
    <w:rsid w:val="0051194B"/>
    <w:rsid w:val="005145AB"/>
    <w:rsid w:val="00520E9A"/>
    <w:rsid w:val="005248C1"/>
    <w:rsid w:val="00526134"/>
    <w:rsid w:val="0053234C"/>
    <w:rsid w:val="005404CB"/>
    <w:rsid w:val="005405B2"/>
    <w:rsid w:val="005411A6"/>
    <w:rsid w:val="005427C8"/>
    <w:rsid w:val="005446D1"/>
    <w:rsid w:val="00550623"/>
    <w:rsid w:val="0055599A"/>
    <w:rsid w:val="00556C4C"/>
    <w:rsid w:val="00557369"/>
    <w:rsid w:val="00557D22"/>
    <w:rsid w:val="00564ADD"/>
    <w:rsid w:val="005708EB"/>
    <w:rsid w:val="00575BC6"/>
    <w:rsid w:val="0058202F"/>
    <w:rsid w:val="00583902"/>
    <w:rsid w:val="005846CB"/>
    <w:rsid w:val="005A1D70"/>
    <w:rsid w:val="005A3AA5"/>
    <w:rsid w:val="005A6C9C"/>
    <w:rsid w:val="005A74DC"/>
    <w:rsid w:val="005B5146"/>
    <w:rsid w:val="005D1AFD"/>
    <w:rsid w:val="005D6BB7"/>
    <w:rsid w:val="005E51E6"/>
    <w:rsid w:val="005F027A"/>
    <w:rsid w:val="005F2511"/>
    <w:rsid w:val="005F33CC"/>
    <w:rsid w:val="005F3B1D"/>
    <w:rsid w:val="005F771F"/>
    <w:rsid w:val="00604D90"/>
    <w:rsid w:val="006121D4"/>
    <w:rsid w:val="00613B49"/>
    <w:rsid w:val="0061566A"/>
    <w:rsid w:val="00616845"/>
    <w:rsid w:val="00617EB5"/>
    <w:rsid w:val="00620E8E"/>
    <w:rsid w:val="00633CFE"/>
    <w:rsid w:val="00634FCA"/>
    <w:rsid w:val="00643D1B"/>
    <w:rsid w:val="006452B8"/>
    <w:rsid w:val="00650520"/>
    <w:rsid w:val="00652E62"/>
    <w:rsid w:val="00661634"/>
    <w:rsid w:val="00664022"/>
    <w:rsid w:val="006649B7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54C"/>
    <w:rsid w:val="006D6DFD"/>
    <w:rsid w:val="006E2C4D"/>
    <w:rsid w:val="006E42FE"/>
    <w:rsid w:val="006F0D02"/>
    <w:rsid w:val="006F10FE"/>
    <w:rsid w:val="006F3622"/>
    <w:rsid w:val="00700D39"/>
    <w:rsid w:val="00705EEC"/>
    <w:rsid w:val="00707741"/>
    <w:rsid w:val="00712BA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0FC"/>
    <w:rsid w:val="007444CF"/>
    <w:rsid w:val="00752C75"/>
    <w:rsid w:val="00757005"/>
    <w:rsid w:val="0075755E"/>
    <w:rsid w:val="00761DBE"/>
    <w:rsid w:val="0076523B"/>
    <w:rsid w:val="00771B60"/>
    <w:rsid w:val="00781D77"/>
    <w:rsid w:val="00783549"/>
    <w:rsid w:val="007860B7"/>
    <w:rsid w:val="00786DC8"/>
    <w:rsid w:val="007A300D"/>
    <w:rsid w:val="007D3105"/>
    <w:rsid w:val="007D5A78"/>
    <w:rsid w:val="007E3BD1"/>
    <w:rsid w:val="007F1563"/>
    <w:rsid w:val="007F1EB2"/>
    <w:rsid w:val="007F44DB"/>
    <w:rsid w:val="007F5A8B"/>
    <w:rsid w:val="00804F16"/>
    <w:rsid w:val="00817D4E"/>
    <w:rsid w:val="00817D51"/>
    <w:rsid w:val="00823530"/>
    <w:rsid w:val="00823FF4"/>
    <w:rsid w:val="00830267"/>
    <w:rsid w:val="008306E7"/>
    <w:rsid w:val="008322BE"/>
    <w:rsid w:val="00834BC8"/>
    <w:rsid w:val="00837FD6"/>
    <w:rsid w:val="00842212"/>
    <w:rsid w:val="00844B2C"/>
    <w:rsid w:val="00847B60"/>
    <w:rsid w:val="00850243"/>
    <w:rsid w:val="00851BE5"/>
    <w:rsid w:val="00853DCA"/>
    <w:rsid w:val="008545EB"/>
    <w:rsid w:val="00860033"/>
    <w:rsid w:val="00865011"/>
    <w:rsid w:val="00866AC4"/>
    <w:rsid w:val="00886790"/>
    <w:rsid w:val="008908DE"/>
    <w:rsid w:val="008A12ED"/>
    <w:rsid w:val="008A39D3"/>
    <w:rsid w:val="008A452E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063"/>
    <w:rsid w:val="00944C09"/>
    <w:rsid w:val="00951C80"/>
    <w:rsid w:val="009527CB"/>
    <w:rsid w:val="00953835"/>
    <w:rsid w:val="0095604B"/>
    <w:rsid w:val="00960F6C"/>
    <w:rsid w:val="00970747"/>
    <w:rsid w:val="00997BFC"/>
    <w:rsid w:val="009A1401"/>
    <w:rsid w:val="009A5900"/>
    <w:rsid w:val="009A6E6C"/>
    <w:rsid w:val="009A6F3F"/>
    <w:rsid w:val="009B331A"/>
    <w:rsid w:val="009C2650"/>
    <w:rsid w:val="009D15E2"/>
    <w:rsid w:val="009D15FE"/>
    <w:rsid w:val="009D5D2C"/>
    <w:rsid w:val="009E7B7A"/>
    <w:rsid w:val="009F0DCC"/>
    <w:rsid w:val="009F11CA"/>
    <w:rsid w:val="00A0695B"/>
    <w:rsid w:val="00A13052"/>
    <w:rsid w:val="00A16551"/>
    <w:rsid w:val="00A216A8"/>
    <w:rsid w:val="00A223A6"/>
    <w:rsid w:val="00A320CF"/>
    <w:rsid w:val="00A3639E"/>
    <w:rsid w:val="00A42FDB"/>
    <w:rsid w:val="00A461E8"/>
    <w:rsid w:val="00A5092E"/>
    <w:rsid w:val="00A554D6"/>
    <w:rsid w:val="00A56E14"/>
    <w:rsid w:val="00A61D26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7932"/>
    <w:rsid w:val="00AD3896"/>
    <w:rsid w:val="00AD5B47"/>
    <w:rsid w:val="00AE1ED9"/>
    <w:rsid w:val="00AE32CB"/>
    <w:rsid w:val="00AE7B35"/>
    <w:rsid w:val="00AF3957"/>
    <w:rsid w:val="00AF4895"/>
    <w:rsid w:val="00B0712C"/>
    <w:rsid w:val="00B12013"/>
    <w:rsid w:val="00B22C67"/>
    <w:rsid w:val="00B3508F"/>
    <w:rsid w:val="00B404D2"/>
    <w:rsid w:val="00B443EE"/>
    <w:rsid w:val="00B4490B"/>
    <w:rsid w:val="00B46C0F"/>
    <w:rsid w:val="00B560C8"/>
    <w:rsid w:val="00B61150"/>
    <w:rsid w:val="00B64CC8"/>
    <w:rsid w:val="00B65BC7"/>
    <w:rsid w:val="00B661CB"/>
    <w:rsid w:val="00B746B9"/>
    <w:rsid w:val="00B848D4"/>
    <w:rsid w:val="00B865B7"/>
    <w:rsid w:val="00B948A1"/>
    <w:rsid w:val="00B960FF"/>
    <w:rsid w:val="00B968D6"/>
    <w:rsid w:val="00BA1CB1"/>
    <w:rsid w:val="00BA4178"/>
    <w:rsid w:val="00BA482D"/>
    <w:rsid w:val="00BB1755"/>
    <w:rsid w:val="00BB23F4"/>
    <w:rsid w:val="00BC2A3D"/>
    <w:rsid w:val="00BC5075"/>
    <w:rsid w:val="00BC5419"/>
    <w:rsid w:val="00BD3B0F"/>
    <w:rsid w:val="00BE5889"/>
    <w:rsid w:val="00BF1D4C"/>
    <w:rsid w:val="00BF3F0A"/>
    <w:rsid w:val="00C0000A"/>
    <w:rsid w:val="00C04238"/>
    <w:rsid w:val="00C143C3"/>
    <w:rsid w:val="00C1739B"/>
    <w:rsid w:val="00C21ADE"/>
    <w:rsid w:val="00C23D97"/>
    <w:rsid w:val="00C26067"/>
    <w:rsid w:val="00C30A29"/>
    <w:rsid w:val="00C317DC"/>
    <w:rsid w:val="00C321C6"/>
    <w:rsid w:val="00C54145"/>
    <w:rsid w:val="00C578E9"/>
    <w:rsid w:val="00C63F4C"/>
    <w:rsid w:val="00C70626"/>
    <w:rsid w:val="00C72860"/>
    <w:rsid w:val="00C72A48"/>
    <w:rsid w:val="00C73582"/>
    <w:rsid w:val="00C73B90"/>
    <w:rsid w:val="00C742EC"/>
    <w:rsid w:val="00C82486"/>
    <w:rsid w:val="00C85B4F"/>
    <w:rsid w:val="00C96AF3"/>
    <w:rsid w:val="00C97CCC"/>
    <w:rsid w:val="00CA0274"/>
    <w:rsid w:val="00CA139A"/>
    <w:rsid w:val="00CB18E7"/>
    <w:rsid w:val="00CB746F"/>
    <w:rsid w:val="00CC451E"/>
    <w:rsid w:val="00CC6F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0CE4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341"/>
    <w:rsid w:val="00DA3C10"/>
    <w:rsid w:val="00DA53B5"/>
    <w:rsid w:val="00DB0CFF"/>
    <w:rsid w:val="00DC1D69"/>
    <w:rsid w:val="00DC5A3A"/>
    <w:rsid w:val="00DD0726"/>
    <w:rsid w:val="00DD7CE9"/>
    <w:rsid w:val="00E02D02"/>
    <w:rsid w:val="00E13E34"/>
    <w:rsid w:val="00E1466E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6C1A"/>
    <w:rsid w:val="00EC71E0"/>
    <w:rsid w:val="00EF01F8"/>
    <w:rsid w:val="00EF3268"/>
    <w:rsid w:val="00EF40EF"/>
    <w:rsid w:val="00EF47FE"/>
    <w:rsid w:val="00EF56D1"/>
    <w:rsid w:val="00F039BA"/>
    <w:rsid w:val="00F0657D"/>
    <w:rsid w:val="00F069BD"/>
    <w:rsid w:val="00F1480E"/>
    <w:rsid w:val="00F1497D"/>
    <w:rsid w:val="00F16AAC"/>
    <w:rsid w:val="00F23961"/>
    <w:rsid w:val="00F23FCD"/>
    <w:rsid w:val="00F259D0"/>
    <w:rsid w:val="00F30C7D"/>
    <w:rsid w:val="00F33FF2"/>
    <w:rsid w:val="00F35F78"/>
    <w:rsid w:val="00F438FC"/>
    <w:rsid w:val="00F44C07"/>
    <w:rsid w:val="00F4765F"/>
    <w:rsid w:val="00F5616F"/>
    <w:rsid w:val="00F56451"/>
    <w:rsid w:val="00F56827"/>
    <w:rsid w:val="00F626E1"/>
    <w:rsid w:val="00F62866"/>
    <w:rsid w:val="00F65EF0"/>
    <w:rsid w:val="00F71651"/>
    <w:rsid w:val="00F76191"/>
    <w:rsid w:val="00F76CC6"/>
    <w:rsid w:val="00F83D7C"/>
    <w:rsid w:val="00F862EE"/>
    <w:rsid w:val="00FB232E"/>
    <w:rsid w:val="00FC7590"/>
    <w:rsid w:val="00FD557D"/>
    <w:rsid w:val="00FE0282"/>
    <w:rsid w:val="00FE124D"/>
    <w:rsid w:val="00FE50C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C6C1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C6F1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A14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C1A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7A923-56A2-41CA-B61D-1110E937DA1F}"/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d9f16d0e-a37a-4d61-9000-fe4c9e1013bf"/>
    <ds:schemaRef ds:uri="http://www.w3.org/XML/1998/namespace"/>
    <ds:schemaRef ds:uri="http://schemas.microsoft.com/office/infopath/2007/PartnerControls"/>
    <ds:schemaRef ds:uri="http://purl.org/dc/terms/"/>
    <ds:schemaRef ds:uri="http://schemas.microsoft.com/sharepoint/v3"/>
    <ds:schemaRef ds:uri="http://purl.org/dc/elements/1.1/"/>
    <ds:schemaRef ds:uri="http://purl.org/dc/dcmitype/"/>
    <ds:schemaRef ds:uri="http://schemas.openxmlformats.org/package/2006/metadata/core-properties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137</TotalTime>
  <Pages>3</Pages>
  <Words>801</Words>
  <Characters>5250</Characters>
  <Application>Microsoft Office Word</Application>
  <DocSecurity>0</DocSecurity>
  <Lines>181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134</cp:revision>
  <cp:lastPrinted>2016-05-27T05:21:00Z</cp:lastPrinted>
  <dcterms:created xsi:type="dcterms:W3CDTF">2021-08-09T02:15:00Z</dcterms:created>
  <dcterms:modified xsi:type="dcterms:W3CDTF">2025-09-22T04:30:00Z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  <property fmtid="{D5CDD505-2E9C-101B-9397-08002B2CF9AE}" pid="30" name="GrammarlyDocumentId">
    <vt:lpwstr>0e3a09e6-24a0-4851-bd01-bf9e261ebde4</vt:lpwstr>
  </property>
</Properties>
</file>